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9F15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4A0A505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1E79A17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D0F4623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0E028821" w14:textId="77777777" w:rsidR="00727170" w:rsidRPr="0048390B" w:rsidRDefault="0048390B" w:rsidP="0088724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14:paraId="122D24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DFB81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9A560A1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0878F561" w14:textId="77777777" w:rsidR="00715A17" w:rsidRPr="00296A5E" w:rsidRDefault="00715A17" w:rsidP="00715A17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>'</w:t>
      </w:r>
      <w:r w:rsidRPr="00296A5E">
        <w:rPr>
          <w:rFonts w:ascii="Arial" w:hAnsi="Arial"/>
          <w:lang w:val="fr-FR"/>
        </w:rPr>
        <w:t xml:space="preserve">anneau design </w:t>
      </w:r>
      <w:r w:rsidR="0041571E" w:rsidRPr="00296A5E">
        <w:rPr>
          <w:rFonts w:ascii="Arial" w:hAnsi="Arial"/>
          <w:lang w:val="fr-FR"/>
        </w:rPr>
        <w:t>est</w:t>
      </w:r>
      <w:r w:rsidRPr="00296A5E">
        <w:rPr>
          <w:rFonts w:ascii="Arial" w:hAnsi="Arial"/>
          <w:lang w:val="fr-FR"/>
        </w:rPr>
        <w:t xml:space="preserve"> en acier inoxydable poli</w:t>
      </w:r>
    </w:p>
    <w:p w14:paraId="236A4B81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3FDF4F5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4F43870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58260D7B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46E01DFF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1EEB9236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4E54DB89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8770045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78522750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02BB1683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5E5B492C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6F1315EB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4A3CCFA8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19F7407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3D70E64E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2F40065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464026CD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261D4F3B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4D754C38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27F9EC9E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14:paraId="39F72EEF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5AD04FE1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0495486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C7ACC7F" w14:textId="77777777" w:rsidTr="00C54046">
        <w:tc>
          <w:tcPr>
            <w:tcW w:w="1441" w:type="dxa"/>
          </w:tcPr>
          <w:p w14:paraId="6E074C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1BC18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8DB2CD5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53BF57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56E0763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C2542A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77FEE772" w14:textId="77777777" w:rsidTr="00C54046">
        <w:tc>
          <w:tcPr>
            <w:tcW w:w="1441" w:type="dxa"/>
          </w:tcPr>
          <w:p w14:paraId="4E03F71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92ABD65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7B07A3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84DAED4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3738D7DA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ABDA20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A413EA1" w14:textId="77777777" w:rsidTr="00C54046">
        <w:tc>
          <w:tcPr>
            <w:tcW w:w="1441" w:type="dxa"/>
          </w:tcPr>
          <w:p w14:paraId="090203F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D5FD941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14:paraId="511E4C02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256C7D0" w14:textId="77777777" w:rsidR="0020639C" w:rsidRPr="008426E7" w:rsidRDefault="0021723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63C3D4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0085211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40C620F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6A1A9C6F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9F0370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F7ACB53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4D6FE34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16E2DC92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30FCC" w:rsidRPr="00A75548" w14:paraId="74282D9F" w14:textId="77777777" w:rsidTr="00580B17">
        <w:trPr>
          <w:trHeight w:hRule="exact" w:val="3402"/>
        </w:trPr>
        <w:tc>
          <w:tcPr>
            <w:tcW w:w="3341" w:type="dxa"/>
            <w:vAlign w:val="bottom"/>
          </w:tcPr>
          <w:p w14:paraId="1834920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ACC665" wp14:editId="0F43E729">
                  <wp:extent cx="1984375" cy="1367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D3BB5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07DAE6" wp14:editId="37657C93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C7B2EE" w14:textId="77777777" w:rsidR="00630FCC" w:rsidRDefault="00630FCC" w:rsidP="00580B1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68F722" wp14:editId="14DDA421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46B32C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F89076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26ED5927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14:paraId="7A81EE21" w14:textId="77777777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21723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65995455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464533E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3169" w14:textId="77777777" w:rsidR="00F90B3A" w:rsidRDefault="00F90B3A">
      <w:r>
        <w:separator/>
      </w:r>
    </w:p>
  </w:endnote>
  <w:endnote w:type="continuationSeparator" w:id="0">
    <w:p w14:paraId="6F04BE76" w14:textId="77777777" w:rsidR="00F90B3A" w:rsidRDefault="00F9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DC67" w14:textId="77777777" w:rsidR="00E80276" w:rsidRDefault="00E80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4DA5C4F" w14:textId="77777777">
      <w:tc>
        <w:tcPr>
          <w:tcW w:w="3392" w:type="dxa"/>
        </w:tcPr>
        <w:p w14:paraId="44B6A0AA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2D3E691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E53185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814293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4ECD" w14:textId="77777777" w:rsidR="00E80276" w:rsidRDefault="00E80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B370" w14:textId="77777777" w:rsidR="00F90B3A" w:rsidRDefault="00F90B3A">
      <w:r>
        <w:separator/>
      </w:r>
    </w:p>
  </w:footnote>
  <w:footnote w:type="continuationSeparator" w:id="0">
    <w:p w14:paraId="094D92E2" w14:textId="77777777" w:rsidR="00F90B3A" w:rsidRDefault="00F90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5A9B" w14:textId="77777777" w:rsidR="00E80276" w:rsidRDefault="00E80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D2E5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671703B" wp14:editId="28EB749B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CA1EA" w14:textId="77777777" w:rsidR="00611086" w:rsidRPr="002B0BEB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  <w:r w:rsidR="002B0BEB">
      <w:rPr>
        <w:rFonts w:ascii="Arial" w:hAnsi="Arial" w:cs="Arial"/>
        <w:b/>
        <w:bCs/>
        <w:lang w:val="fr-FR"/>
      </w:rPr>
      <w:t xml:space="preserve">, </w:t>
    </w:r>
    <w:r w:rsidR="002B0BEB" w:rsidRPr="002B0BEB">
      <w:rPr>
        <w:rFonts w:ascii="Arial" w:hAnsi="Arial"/>
        <w:b/>
        <w:lang w:val="fr-FR"/>
      </w:rPr>
      <w:t>115.</w:t>
    </w:r>
    <w:r w:rsidR="00E80276">
      <w:rPr>
        <w:rFonts w:ascii="Arial" w:hAnsi="Arial"/>
        <w:b/>
        <w:lang w:val="fr-FR"/>
      </w:rPr>
      <w:t>758</w:t>
    </w:r>
    <w:r w:rsidR="002B0BEB" w:rsidRPr="002B0BEB">
      <w:rPr>
        <w:rFonts w:ascii="Arial" w:hAnsi="Arial"/>
        <w:b/>
        <w:lang w:val="fr-FR"/>
      </w:rPr>
      <w:t>.SN.</w:t>
    </w:r>
    <w:r w:rsidR="00E8027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BEBF" w14:textId="77777777" w:rsidR="00E80276" w:rsidRDefault="00E80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6244889">
    <w:abstractNumId w:val="16"/>
  </w:num>
  <w:num w:numId="2" w16cid:durableId="1289822198">
    <w:abstractNumId w:val="22"/>
  </w:num>
  <w:num w:numId="3" w16cid:durableId="1501847025">
    <w:abstractNumId w:val="4"/>
  </w:num>
  <w:num w:numId="4" w16cid:durableId="243532770">
    <w:abstractNumId w:val="3"/>
  </w:num>
  <w:num w:numId="5" w16cid:durableId="2052924055">
    <w:abstractNumId w:val="13"/>
  </w:num>
  <w:num w:numId="6" w16cid:durableId="1899514762">
    <w:abstractNumId w:val="15"/>
  </w:num>
  <w:num w:numId="7" w16cid:durableId="1630864439">
    <w:abstractNumId w:val="6"/>
  </w:num>
  <w:num w:numId="8" w16cid:durableId="757215549">
    <w:abstractNumId w:val="19"/>
  </w:num>
  <w:num w:numId="9" w16cid:durableId="697312890">
    <w:abstractNumId w:val="25"/>
  </w:num>
  <w:num w:numId="10" w16cid:durableId="963805095">
    <w:abstractNumId w:val="2"/>
  </w:num>
  <w:num w:numId="11" w16cid:durableId="1709376105">
    <w:abstractNumId w:val="12"/>
  </w:num>
  <w:num w:numId="12" w16cid:durableId="1548571171">
    <w:abstractNumId w:val="11"/>
  </w:num>
  <w:num w:numId="13" w16cid:durableId="1111902837">
    <w:abstractNumId w:val="24"/>
  </w:num>
  <w:num w:numId="14" w16cid:durableId="831917149">
    <w:abstractNumId w:val="7"/>
  </w:num>
  <w:num w:numId="15" w16cid:durableId="2045520141">
    <w:abstractNumId w:val="0"/>
  </w:num>
  <w:num w:numId="16" w16cid:durableId="1933733509">
    <w:abstractNumId w:val="10"/>
  </w:num>
  <w:num w:numId="17" w16cid:durableId="150296751">
    <w:abstractNumId w:val="5"/>
  </w:num>
  <w:num w:numId="18" w16cid:durableId="764809952">
    <w:abstractNumId w:val="20"/>
  </w:num>
  <w:num w:numId="19" w16cid:durableId="636958247">
    <w:abstractNumId w:val="21"/>
  </w:num>
  <w:num w:numId="20" w16cid:durableId="227806482">
    <w:abstractNumId w:val="18"/>
  </w:num>
  <w:num w:numId="21" w16cid:durableId="1357536637">
    <w:abstractNumId w:val="17"/>
  </w:num>
  <w:num w:numId="22" w16cid:durableId="1789473395">
    <w:abstractNumId w:val="14"/>
  </w:num>
  <w:num w:numId="23" w16cid:durableId="1573419377">
    <w:abstractNumId w:val="23"/>
  </w:num>
  <w:num w:numId="24" w16cid:durableId="1755474753">
    <w:abstractNumId w:val="8"/>
  </w:num>
  <w:num w:numId="25" w16cid:durableId="1028291293">
    <w:abstractNumId w:val="9"/>
  </w:num>
  <w:num w:numId="26" w16cid:durableId="1752433517">
    <w:abstractNumId w:val="1"/>
  </w:num>
  <w:num w:numId="27" w16cid:durableId="11783034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204A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B3A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48DD3B-51B1-4CBD-8D45-E26A5AC5ED8D}"/>
</file>

<file path=customXml/itemProps2.xml><?xml version="1.0" encoding="utf-8"?>
<ds:datastoreItem xmlns:ds="http://schemas.openxmlformats.org/officeDocument/2006/customXml" ds:itemID="{4651BE74-E3C0-45AD-A6BD-CB2C3DE113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2020-05-05T12:20:00Z</dcterms:created>
  <dcterms:modified xsi:type="dcterms:W3CDTF">2023-12-22T07:39:00Z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